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63DB52B7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3A0F86">
        <w:rPr>
          <w:rFonts w:cs="Arial"/>
          <w:color w:val="000000"/>
          <w:sz w:val="22"/>
        </w:rPr>
        <w:t>06.08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757A9F">
        <w:rPr>
          <w:rFonts w:cs="Arial"/>
          <w:color w:val="000000"/>
          <w:sz w:val="22"/>
        </w:rPr>
        <w:t>4233</w:t>
      </w:r>
    </w:p>
    <w:p w14:paraId="3840C263" w14:textId="77777777" w:rsidR="00DF19FF" w:rsidRDefault="003F178A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3C1B8D63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0D61F2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investeering ja rekonstrueerimine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632B9625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3D1574" w:rsidRPr="003D15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4C060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IP</w:t>
            </w:r>
            <w:r w:rsidR="00B404D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6720</w:t>
            </w:r>
          </w:p>
          <w:p w14:paraId="0F587937" w14:textId="3825666D" w:rsidR="000B2E35" w:rsidRPr="000B2E35" w:rsidRDefault="00345EB5" w:rsidP="00B97B77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345E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B404D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Võru-Munamäe 10kV fiidri rekonstrueerimine etapp I</w:t>
            </w:r>
            <w:r w:rsidRPr="00345E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999411" w14:textId="663EBF9D" w:rsidR="000B2E35" w:rsidRDefault="000B2E35" w:rsidP="00A45F32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koostaja</w:t>
            </w:r>
            <w:r w:rsidR="00B97B7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B404D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Aap Erik</w:t>
            </w:r>
          </w:p>
          <w:p w14:paraId="1AF8D9E3" w14:textId="5E134C6E" w:rsidR="00A45F32" w:rsidRPr="000B2E35" w:rsidRDefault="00B404DB" w:rsidP="00A45F3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Weiss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2CE8FAE0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6D3B8A" w:rsidRPr="006D3B8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B404D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2.06</w:t>
            </w:r>
            <w:r w:rsidR="006D3B8A" w:rsidRPr="006D3B8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.2024 nr 7.1-2/24/</w:t>
            </w:r>
            <w:r w:rsidR="000158F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10328-2</w:t>
            </w:r>
            <w:r w:rsidR="006D3B8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78EB51B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F6A28B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E5373F1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FDDE579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504BE78A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61116F28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28F92FE3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F13CC92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51878159" w14:textId="77777777" w:rsidR="00736E11" w:rsidRDefault="00736E1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79DB5EFB" w14:textId="55545130" w:rsidR="008342C4" w:rsidRPr="008E5621" w:rsidRDefault="008342C4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lastRenderedPageBreak/>
              <w:t xml:space="preserve">Riigitee nr. </w:t>
            </w:r>
            <w:r w:rsidR="00917EC2">
              <w:rPr>
                <w:rFonts w:ascii="Times New Roman" w:hAnsi="Times New Roman"/>
                <w:b/>
                <w:lang w:val="et-EE"/>
              </w:rPr>
              <w:t>25131 Rõuge-Verijärve</w:t>
            </w:r>
            <w:r w:rsidR="003A05DB">
              <w:rPr>
                <w:rFonts w:ascii="Times New Roman" w:hAnsi="Times New Roman"/>
                <w:b/>
                <w:lang w:val="et-EE"/>
              </w:rPr>
              <w:t xml:space="preserve"> </w:t>
            </w:r>
            <w:r w:rsidRPr="008E5621">
              <w:rPr>
                <w:rFonts w:ascii="Times New Roman" w:hAnsi="Times New Roman"/>
                <w:b/>
                <w:lang w:val="et-EE"/>
              </w:rPr>
              <w:t>tee</w:t>
            </w:r>
          </w:p>
        </w:tc>
      </w:tr>
      <w:tr w:rsidR="008342C4" w:rsidRPr="000B2E35" w14:paraId="208D758F" w14:textId="77777777" w:rsidTr="00982A44">
        <w:trPr>
          <w:trHeight w:val="415"/>
        </w:trPr>
        <w:tc>
          <w:tcPr>
            <w:tcW w:w="3256" w:type="dxa"/>
            <w:vMerge/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000000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6832AC0D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917EC2">
              <w:rPr>
                <w:rFonts w:ascii="Times New Roman" w:hAnsi="Times New Roman"/>
                <w:bCs/>
                <w:lang w:val="et-EE"/>
              </w:rPr>
              <w:t>91804:003:3290</w:t>
            </w:r>
          </w:p>
          <w:p w14:paraId="573BFF07" w14:textId="31C6AD5E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917EC2">
              <w:rPr>
                <w:rFonts w:ascii="Times New Roman" w:hAnsi="Times New Roman"/>
                <w:bCs/>
                <w:lang w:val="et-EE"/>
              </w:rPr>
              <w:t>8400250</w:t>
            </w:r>
          </w:p>
          <w:p w14:paraId="33B38F87" w14:textId="2B698E8F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917EC2" w:rsidRPr="00917EC2">
              <w:rPr>
                <w:rFonts w:ascii="Times New Roman" w:hAnsi="Times New Roman"/>
                <w:bCs/>
                <w:lang w:val="et-EE"/>
              </w:rPr>
              <w:t>25131 Rõuge-Verijärve tee</w:t>
            </w:r>
          </w:p>
          <w:p w14:paraId="0A95FBAC" w14:textId="0E522A5D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8A7EC0">
              <w:rPr>
                <w:rFonts w:ascii="Times New Roman" w:hAnsi="Times New Roman"/>
                <w:bCs/>
                <w:lang w:val="et-EE"/>
              </w:rPr>
              <w:t>7</w:t>
            </w:r>
            <w:r w:rsidR="00557995">
              <w:rPr>
                <w:rFonts w:ascii="Times New Roman" w:hAnsi="Times New Roman"/>
                <w:bCs/>
                <w:lang w:val="et-EE"/>
              </w:rPr>
              <w:t>3995</w:t>
            </w:r>
          </w:p>
          <w:p w14:paraId="5720973F" w14:textId="5AA7049F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1, 2 ja 3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0F0A47CA" w14:textId="64CEA8F2" w:rsidR="001F4CFC" w:rsidRDefault="001F4CFC" w:rsidP="008A7EC0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557995">
              <w:rPr>
                <w:rFonts w:ascii="Times New Roman" w:hAnsi="Times New Roman"/>
                <w:bCs/>
                <w:lang w:val="et-EE"/>
              </w:rPr>
              <w:t>190426</w:t>
            </w:r>
          </w:p>
          <w:p w14:paraId="7449904C" w14:textId="1A43B886" w:rsidR="00556D7B" w:rsidRDefault="0019264A" w:rsidP="001F4CFC">
            <w:pPr>
              <w:rPr>
                <w:rFonts w:ascii="Times New Roman" w:hAnsi="Times New Roman"/>
                <w:bCs/>
                <w:lang w:val="et-EE"/>
              </w:rPr>
            </w:pPr>
            <w:hyperlink r:id="rId12" w:history="1">
              <w:r w:rsidRPr="00AB5D02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https://pari.kataster.ee/magic-link/738b463b-cd88-4c28-aa6c-5ceb469f98b1</w:t>
              </w:r>
            </w:hyperlink>
          </w:p>
          <w:p w14:paraId="58D522F7" w14:textId="77777777" w:rsidR="0019264A" w:rsidRPr="00076563" w:rsidRDefault="0019264A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19CE75E4" w14:textId="0440DEE6" w:rsidR="008342C4" w:rsidRPr="000B2E35" w:rsidRDefault="008342C4" w:rsidP="008342C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E11073" w:rsidRPr="000B2E35" w14:paraId="5091AB9E" w14:textId="77777777" w:rsidTr="003963F7">
        <w:trPr>
          <w:trHeight w:val="45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79B21D" w14:textId="0643C596" w:rsidR="00E11073" w:rsidRPr="00E361F7" w:rsidRDefault="00387055" w:rsidP="00E361F7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2</w:t>
            </w:r>
            <w:r w:rsidR="00E361F7" w:rsidRPr="00E361F7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.KOORMATAVA RIIGITEE ANDMED</w:t>
            </w:r>
          </w:p>
        </w:tc>
        <w:tc>
          <w:tcPr>
            <w:tcW w:w="6082" w:type="dxa"/>
            <w:tcBorders>
              <w:left w:val="single" w:sz="4" w:space="0" w:color="auto"/>
            </w:tcBorders>
          </w:tcPr>
          <w:p w14:paraId="1EB2E897" w14:textId="7A206244" w:rsidR="00E11073" w:rsidRPr="00076563" w:rsidRDefault="00E11073" w:rsidP="00E11073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4851DA">
              <w:rPr>
                <w:rFonts w:ascii="Times New Roman" w:hAnsi="Times New Roman"/>
                <w:b/>
                <w:lang w:val="et-EE"/>
              </w:rPr>
              <w:t>25161 Kose-</w:t>
            </w:r>
            <w:proofErr w:type="spellStart"/>
            <w:r w:rsidR="004851DA">
              <w:rPr>
                <w:rFonts w:ascii="Times New Roman" w:hAnsi="Times New Roman"/>
                <w:b/>
                <w:lang w:val="et-EE"/>
              </w:rPr>
              <w:t>Käbli</w:t>
            </w:r>
            <w:proofErr w:type="spellEnd"/>
            <w:r w:rsidR="00164FC2">
              <w:rPr>
                <w:rFonts w:ascii="Times New Roman" w:hAnsi="Times New Roman"/>
                <w:b/>
                <w:lang w:val="et-EE"/>
              </w:rPr>
              <w:t xml:space="preserve"> </w:t>
            </w:r>
            <w:r w:rsidRPr="008E5621">
              <w:rPr>
                <w:rFonts w:ascii="Times New Roman" w:hAnsi="Times New Roman"/>
                <w:b/>
                <w:lang w:val="et-EE"/>
              </w:rPr>
              <w:t>tee</w:t>
            </w:r>
          </w:p>
        </w:tc>
      </w:tr>
      <w:tr w:rsidR="002413D3" w:rsidRPr="000B2E35" w14:paraId="24F22E65" w14:textId="77777777" w:rsidTr="003963F7">
        <w:trPr>
          <w:trHeight w:val="453"/>
        </w:trPr>
        <w:tc>
          <w:tcPr>
            <w:tcW w:w="3256" w:type="dxa"/>
            <w:tcBorders>
              <w:top w:val="nil"/>
              <w:bottom w:val="nil"/>
            </w:tcBorders>
          </w:tcPr>
          <w:p w14:paraId="65FE546E" w14:textId="77777777" w:rsidR="002413D3" w:rsidRDefault="002413D3" w:rsidP="002413D3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</w:p>
          <w:p w14:paraId="07229B5A" w14:textId="68F9F4FF" w:rsidR="002413D3" w:rsidRPr="000B2E35" w:rsidRDefault="002413D3" w:rsidP="002413D3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2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.1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KATASTRIÜKSUSE ANDMED</w:t>
            </w:r>
          </w:p>
        </w:tc>
        <w:tc>
          <w:tcPr>
            <w:tcW w:w="6082" w:type="dxa"/>
            <w:tcBorders>
              <w:bottom w:val="nil"/>
            </w:tcBorders>
          </w:tcPr>
          <w:p w14:paraId="5838D033" w14:textId="777777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</w:p>
          <w:p w14:paraId="16980E25" w14:textId="11B3C612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4851DA">
              <w:rPr>
                <w:rFonts w:ascii="Times New Roman" w:hAnsi="Times New Roman"/>
                <w:bCs/>
                <w:lang w:val="et-EE"/>
              </w:rPr>
              <w:t>91804:003:</w:t>
            </w:r>
            <w:r w:rsidR="00415AB6">
              <w:rPr>
                <w:rFonts w:ascii="Times New Roman" w:hAnsi="Times New Roman"/>
                <w:bCs/>
                <w:lang w:val="et-EE"/>
              </w:rPr>
              <w:t>2760</w:t>
            </w:r>
          </w:p>
          <w:p w14:paraId="62635E35" w14:textId="3ABE551E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415AB6">
              <w:rPr>
                <w:rFonts w:ascii="Times New Roman" w:hAnsi="Times New Roman"/>
                <w:bCs/>
                <w:lang w:val="et-EE"/>
              </w:rPr>
              <w:t>8767650</w:t>
            </w:r>
          </w:p>
          <w:p w14:paraId="1921FD02" w14:textId="351DF251" w:rsidR="002413D3" w:rsidRPr="008E5621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415AB6" w:rsidRPr="00415AB6">
              <w:rPr>
                <w:rFonts w:ascii="Times New Roman" w:hAnsi="Times New Roman"/>
                <w:bCs/>
                <w:lang w:val="et-EE"/>
              </w:rPr>
              <w:t>25161 Kose-</w:t>
            </w:r>
            <w:proofErr w:type="spellStart"/>
            <w:r w:rsidR="00415AB6" w:rsidRPr="00415AB6">
              <w:rPr>
                <w:rFonts w:ascii="Times New Roman" w:hAnsi="Times New Roman"/>
                <w:bCs/>
                <w:lang w:val="et-EE"/>
              </w:rPr>
              <w:t>Käbli</w:t>
            </w:r>
            <w:proofErr w:type="spellEnd"/>
            <w:r w:rsidR="00415AB6" w:rsidRPr="00415AB6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47F402D4" w14:textId="5D1FD8C1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415AB6">
              <w:rPr>
                <w:rFonts w:ascii="Times New Roman" w:hAnsi="Times New Roman"/>
                <w:bCs/>
                <w:lang w:val="et-EE"/>
              </w:rPr>
              <w:t>5429</w:t>
            </w:r>
          </w:p>
          <w:p w14:paraId="771D5554" w14:textId="5C10901B" w:rsidR="002413D3" w:rsidRPr="001F4CFC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451646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3B5F814F" w14:textId="334F2A5D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446DCB">
              <w:rPr>
                <w:rFonts w:ascii="Times New Roman" w:hAnsi="Times New Roman"/>
                <w:bCs/>
                <w:lang w:val="et-EE"/>
              </w:rPr>
              <w:t>190417</w:t>
            </w:r>
          </w:p>
          <w:p w14:paraId="55AE90B4" w14:textId="5AA03517" w:rsidR="002413D3" w:rsidRPr="00076563" w:rsidRDefault="008514A3" w:rsidP="00806109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AB5D02">
                <w:rPr>
                  <w:rStyle w:val="Hyperlink"/>
                </w:rPr>
                <w:t>https://pari.kataster.ee/magic-link/29ef4943-b89b-43ef-96ba-676a92b21ac9</w:t>
              </w:r>
            </w:hyperlink>
            <w:r>
              <w:t xml:space="preserve"> </w:t>
            </w:r>
          </w:p>
        </w:tc>
      </w:tr>
      <w:tr w:rsidR="002413D3" w:rsidRPr="000B2E35" w14:paraId="0CDBD8A7" w14:textId="77777777" w:rsidTr="003963F7">
        <w:trPr>
          <w:trHeight w:val="10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128B" w14:textId="77777777" w:rsidR="002413D3" w:rsidRDefault="002413D3" w:rsidP="002413D3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</w:p>
          <w:p w14:paraId="78069DF2" w14:textId="3FA2EA17" w:rsidR="002413D3" w:rsidRPr="000B2E35" w:rsidRDefault="002413D3" w:rsidP="00567C35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FB53" w14:textId="777777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</w:p>
          <w:p w14:paraId="30E6446D" w14:textId="77777777" w:rsidR="002413D3" w:rsidRPr="002474AF" w:rsidRDefault="002413D3" w:rsidP="002413D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22522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22522F" w:rsidRDefault="0022522F" w:rsidP="00D00972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22522F" w:rsidRDefault="0022522F" w:rsidP="00D00972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D00972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D00972" w:rsidRPr="000B2E35" w:rsidRDefault="00D00972" w:rsidP="00D00972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386812FC" w:rsidR="00D00972" w:rsidRPr="000B2E35" w:rsidRDefault="00D00972" w:rsidP="00D00972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(Plaanid peavad vastama Transpordiameti kodulehel lisatud juhendile ja Transpordiameti kooskõlastusele).</w:t>
            </w:r>
          </w:p>
        </w:tc>
      </w:tr>
      <w:tr w:rsidR="00591376" w:rsidRPr="000B2E35" w14:paraId="3C9D78CB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7D49A3" w14:textId="77777777" w:rsidR="00591376" w:rsidRPr="000B2E35" w:rsidRDefault="00591376" w:rsidP="00D00972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7ED426" w14:textId="77777777" w:rsidR="00591376" w:rsidRPr="00F935D6" w:rsidRDefault="00591376" w:rsidP="00D00972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</w:p>
        </w:tc>
      </w:tr>
      <w:bookmarkEnd w:id="0"/>
    </w:tbl>
    <w:p w14:paraId="43CDFDC6" w14:textId="77777777" w:rsidR="00591376" w:rsidRDefault="00591376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5B416E3F" w14:textId="77777777" w:rsidR="00591376" w:rsidRDefault="00591376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508D63FB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4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E7CFF" w14:textId="77777777" w:rsidR="00CC6F3F" w:rsidRDefault="00CC6F3F">
      <w:r>
        <w:separator/>
      </w:r>
    </w:p>
  </w:endnote>
  <w:endnote w:type="continuationSeparator" w:id="0">
    <w:p w14:paraId="0780BF28" w14:textId="77777777" w:rsidR="00CC6F3F" w:rsidRDefault="00CC6F3F">
      <w:r>
        <w:continuationSeparator/>
      </w:r>
    </w:p>
  </w:endnote>
  <w:endnote w:type="continuationNotice" w:id="1">
    <w:p w14:paraId="2C0EA05D" w14:textId="77777777" w:rsidR="00CC6F3F" w:rsidRDefault="00CC6F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F5731" w14:textId="77777777" w:rsidR="00CC6F3F" w:rsidRDefault="00CC6F3F">
      <w:r>
        <w:separator/>
      </w:r>
    </w:p>
  </w:footnote>
  <w:footnote w:type="continuationSeparator" w:id="0">
    <w:p w14:paraId="03AABE4C" w14:textId="77777777" w:rsidR="00CC6F3F" w:rsidRDefault="00CC6F3F">
      <w:r>
        <w:continuationSeparator/>
      </w:r>
    </w:p>
  </w:footnote>
  <w:footnote w:type="continuationNotice" w:id="1">
    <w:p w14:paraId="35C97B19" w14:textId="77777777" w:rsidR="00CC6F3F" w:rsidRDefault="00CC6F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7A8D"/>
    <w:rsid w:val="00077D32"/>
    <w:rsid w:val="000903E8"/>
    <w:rsid w:val="000908E8"/>
    <w:rsid w:val="00091FCB"/>
    <w:rsid w:val="000943C7"/>
    <w:rsid w:val="000B2E35"/>
    <w:rsid w:val="000B3CE2"/>
    <w:rsid w:val="000B417F"/>
    <w:rsid w:val="000B4850"/>
    <w:rsid w:val="000D61F2"/>
    <w:rsid w:val="00131D0A"/>
    <w:rsid w:val="001408A9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E324A"/>
    <w:rsid w:val="001F4CFC"/>
    <w:rsid w:val="00211D2D"/>
    <w:rsid w:val="00215382"/>
    <w:rsid w:val="0022522F"/>
    <w:rsid w:val="002327D2"/>
    <w:rsid w:val="002413D3"/>
    <w:rsid w:val="00246610"/>
    <w:rsid w:val="002474AF"/>
    <w:rsid w:val="00251F87"/>
    <w:rsid w:val="002569F2"/>
    <w:rsid w:val="002701D0"/>
    <w:rsid w:val="002726A3"/>
    <w:rsid w:val="00273FA4"/>
    <w:rsid w:val="002A798D"/>
    <w:rsid w:val="002C078B"/>
    <w:rsid w:val="002D2C76"/>
    <w:rsid w:val="002D4753"/>
    <w:rsid w:val="002D4D27"/>
    <w:rsid w:val="002E0EF7"/>
    <w:rsid w:val="0031032B"/>
    <w:rsid w:val="0033388C"/>
    <w:rsid w:val="00335CBC"/>
    <w:rsid w:val="00345EB5"/>
    <w:rsid w:val="003551E2"/>
    <w:rsid w:val="00357C22"/>
    <w:rsid w:val="00377521"/>
    <w:rsid w:val="00382D66"/>
    <w:rsid w:val="00387055"/>
    <w:rsid w:val="003963F7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66325"/>
    <w:rsid w:val="00470107"/>
    <w:rsid w:val="00482DEA"/>
    <w:rsid w:val="00483EDD"/>
    <w:rsid w:val="004851DA"/>
    <w:rsid w:val="00491AD7"/>
    <w:rsid w:val="004C0606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56D7B"/>
    <w:rsid w:val="005572A4"/>
    <w:rsid w:val="00557995"/>
    <w:rsid w:val="005609D0"/>
    <w:rsid w:val="00567C35"/>
    <w:rsid w:val="00582590"/>
    <w:rsid w:val="00591376"/>
    <w:rsid w:val="005A217D"/>
    <w:rsid w:val="005A42CF"/>
    <w:rsid w:val="005A75B8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60072"/>
    <w:rsid w:val="006736DE"/>
    <w:rsid w:val="00674CE7"/>
    <w:rsid w:val="00690323"/>
    <w:rsid w:val="006B28B7"/>
    <w:rsid w:val="006C22B1"/>
    <w:rsid w:val="006C4838"/>
    <w:rsid w:val="006D3B8A"/>
    <w:rsid w:val="006E4811"/>
    <w:rsid w:val="006F34A3"/>
    <w:rsid w:val="006F595A"/>
    <w:rsid w:val="00703BCB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7B52"/>
    <w:rsid w:val="007A21F0"/>
    <w:rsid w:val="007A5E5F"/>
    <w:rsid w:val="007D5377"/>
    <w:rsid w:val="007E637D"/>
    <w:rsid w:val="00806109"/>
    <w:rsid w:val="00821DE6"/>
    <w:rsid w:val="008250FC"/>
    <w:rsid w:val="0082604D"/>
    <w:rsid w:val="008342C4"/>
    <w:rsid w:val="008514A3"/>
    <w:rsid w:val="0086202A"/>
    <w:rsid w:val="00867D35"/>
    <w:rsid w:val="0087462B"/>
    <w:rsid w:val="0087587A"/>
    <w:rsid w:val="00887289"/>
    <w:rsid w:val="00897B9A"/>
    <w:rsid w:val="008A4D13"/>
    <w:rsid w:val="008A7EC0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40144"/>
    <w:rsid w:val="009612E0"/>
    <w:rsid w:val="00962202"/>
    <w:rsid w:val="00973871"/>
    <w:rsid w:val="0098160F"/>
    <w:rsid w:val="00982A44"/>
    <w:rsid w:val="00982BF4"/>
    <w:rsid w:val="00995F05"/>
    <w:rsid w:val="009D38F3"/>
    <w:rsid w:val="009D42CB"/>
    <w:rsid w:val="009D56A4"/>
    <w:rsid w:val="009D7D3A"/>
    <w:rsid w:val="009E181A"/>
    <w:rsid w:val="009E3E5E"/>
    <w:rsid w:val="009E7E2A"/>
    <w:rsid w:val="00A250BE"/>
    <w:rsid w:val="00A27416"/>
    <w:rsid w:val="00A33A60"/>
    <w:rsid w:val="00A43A3D"/>
    <w:rsid w:val="00A45F32"/>
    <w:rsid w:val="00A65739"/>
    <w:rsid w:val="00A76CAD"/>
    <w:rsid w:val="00A832DA"/>
    <w:rsid w:val="00A93E8E"/>
    <w:rsid w:val="00AA72EC"/>
    <w:rsid w:val="00AC27AD"/>
    <w:rsid w:val="00AC559F"/>
    <w:rsid w:val="00AC78B3"/>
    <w:rsid w:val="00AD0AB0"/>
    <w:rsid w:val="00AE1639"/>
    <w:rsid w:val="00B060FD"/>
    <w:rsid w:val="00B33174"/>
    <w:rsid w:val="00B33B98"/>
    <w:rsid w:val="00B404DB"/>
    <w:rsid w:val="00B521C3"/>
    <w:rsid w:val="00B80D7A"/>
    <w:rsid w:val="00B84A96"/>
    <w:rsid w:val="00B97B77"/>
    <w:rsid w:val="00BA17B3"/>
    <w:rsid w:val="00BC2385"/>
    <w:rsid w:val="00BC2734"/>
    <w:rsid w:val="00BC62D7"/>
    <w:rsid w:val="00BF064F"/>
    <w:rsid w:val="00BF0E4C"/>
    <w:rsid w:val="00C0020C"/>
    <w:rsid w:val="00C04347"/>
    <w:rsid w:val="00C072BE"/>
    <w:rsid w:val="00C34030"/>
    <w:rsid w:val="00C40448"/>
    <w:rsid w:val="00C4140E"/>
    <w:rsid w:val="00C47436"/>
    <w:rsid w:val="00C4762C"/>
    <w:rsid w:val="00C50A9A"/>
    <w:rsid w:val="00C53640"/>
    <w:rsid w:val="00C61CE8"/>
    <w:rsid w:val="00C84B10"/>
    <w:rsid w:val="00C86912"/>
    <w:rsid w:val="00C95ABD"/>
    <w:rsid w:val="00C966E8"/>
    <w:rsid w:val="00CB31D7"/>
    <w:rsid w:val="00CB41F4"/>
    <w:rsid w:val="00CC5443"/>
    <w:rsid w:val="00CC6F3F"/>
    <w:rsid w:val="00CE24E4"/>
    <w:rsid w:val="00CE5616"/>
    <w:rsid w:val="00D00972"/>
    <w:rsid w:val="00D24041"/>
    <w:rsid w:val="00D25D80"/>
    <w:rsid w:val="00D266EA"/>
    <w:rsid w:val="00D31BD2"/>
    <w:rsid w:val="00D4458D"/>
    <w:rsid w:val="00D453AE"/>
    <w:rsid w:val="00D77414"/>
    <w:rsid w:val="00D85382"/>
    <w:rsid w:val="00D94E00"/>
    <w:rsid w:val="00DA1B61"/>
    <w:rsid w:val="00DB17D9"/>
    <w:rsid w:val="00DC2830"/>
    <w:rsid w:val="00DC3F67"/>
    <w:rsid w:val="00DC5DE5"/>
    <w:rsid w:val="00DD3288"/>
    <w:rsid w:val="00DF19FF"/>
    <w:rsid w:val="00E11073"/>
    <w:rsid w:val="00E27A09"/>
    <w:rsid w:val="00E361F7"/>
    <w:rsid w:val="00E366A1"/>
    <w:rsid w:val="00E47970"/>
    <w:rsid w:val="00E6200E"/>
    <w:rsid w:val="00E73B2A"/>
    <w:rsid w:val="00E7749F"/>
    <w:rsid w:val="00EB2582"/>
    <w:rsid w:val="00EB79F8"/>
    <w:rsid w:val="00EC1493"/>
    <w:rsid w:val="00EC15EB"/>
    <w:rsid w:val="00ED092D"/>
    <w:rsid w:val="00ED26F8"/>
    <w:rsid w:val="00EE4360"/>
    <w:rsid w:val="00EE47F0"/>
    <w:rsid w:val="00EE4B09"/>
    <w:rsid w:val="00EF1105"/>
    <w:rsid w:val="00EF7F44"/>
    <w:rsid w:val="00F227AD"/>
    <w:rsid w:val="00F35DA6"/>
    <w:rsid w:val="00F4342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588A"/>
    <w:rsid w:val="00FA6F52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29ef4943-b89b-43ef-96ba-676a92b21ac9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738b463b-cd88-4c28-aa6c-5ceb469f98b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2</Pages>
  <Words>333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2266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2024-08-06T12:19:00Z</dcterms:created>
  <dcterms:modified xsi:type="dcterms:W3CDTF">2024-08-06T12:19:00Z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